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63C76C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D16C34">
        <w:rPr>
          <w:b/>
          <w:color w:val="FF5200" w:themeColor="accent2"/>
          <w:sz w:val="36"/>
          <w:szCs w:val="36"/>
        </w:rPr>
        <w:t>Krycí list nabídky</w:t>
      </w:r>
      <w:r w:rsidR="0031280B" w:rsidRPr="00D16C34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D16C34" w:rsidRPr="00D16C34">
        <w:rPr>
          <w:b/>
          <w:color w:val="FF5200" w:themeColor="accent2"/>
          <w:sz w:val="36"/>
          <w:szCs w:val="36"/>
        </w:rPr>
        <w:t>Vedení týmu</w:t>
      </w:r>
      <w:r w:rsidR="0031280B" w:rsidRPr="00D16C34">
        <w:rPr>
          <w:b/>
          <w:color w:val="FF5200" w:themeColor="accent2"/>
          <w:sz w:val="36"/>
          <w:szCs w:val="36"/>
        </w:rPr>
        <w:t>“</w:t>
      </w:r>
      <w:r w:rsidR="000128D4" w:rsidRPr="00D16C3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16C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D16C34" w:rsidRPr="00D16C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D16C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D16C34" w:rsidRPr="00D16C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12342/2024-SŽ-GŘ-O8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D86508">
          <w:pPr>
            <w:pStyle w:val="Obsah2"/>
          </w:pPr>
          <w:r>
            <w:t>Obsah</w:t>
          </w:r>
        </w:p>
        <w:p w14:paraId="1138B802" w14:textId="280868B4" w:rsidR="00672D05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941461" w:history="1">
            <w:r w:rsidR="00672D05" w:rsidRPr="008A7FAF">
              <w:rPr>
                <w:rStyle w:val="Hypertextovodkaz"/>
                <w:noProof/>
              </w:rPr>
              <w:t>Kapitola 1.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Základní údaje k nabídce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_Toc159941461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2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47F7DBCC" w14:textId="2D543C0B" w:rsidR="00672D05" w:rsidRDefault="000E0D7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2" w:history="1">
            <w:r w:rsidR="00672D05" w:rsidRPr="008A7FAF">
              <w:rPr>
                <w:rStyle w:val="Hypertextovodkaz"/>
                <w:noProof/>
              </w:rPr>
              <w:t>Kapitola 2.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Ceník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_Toc159941462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3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0AB80E5C" w14:textId="3863330F" w:rsidR="00672D05" w:rsidRDefault="000E0D7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3" w:history="1">
            <w:r w:rsidR="00672D05" w:rsidRPr="008A7FAF">
              <w:rPr>
                <w:rStyle w:val="Hypertextovodkaz"/>
                <w:noProof/>
              </w:rPr>
              <w:t>Kapitola 3.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Čestné prohlášení o splnění základní způsobilosti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_Toc159941463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4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520B8C74" w14:textId="393ED5C9" w:rsidR="00672D05" w:rsidRDefault="000E0D7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4" w:history="1">
            <w:r w:rsidR="00672D05" w:rsidRPr="008A7FAF">
              <w:rPr>
                <w:rStyle w:val="Hypertextovodkaz"/>
                <w:noProof/>
              </w:rPr>
              <w:t>Kapitola 4.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Čestné prohlášení účastníka o střetu zájmů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_Toc159941464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5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20181E5A" w14:textId="23C131A2" w:rsidR="00672D05" w:rsidRDefault="000E0D7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5" w:history="1">
            <w:r w:rsidR="00672D05" w:rsidRPr="008A7FAF">
              <w:rPr>
                <w:rStyle w:val="Hypertextovodkaz"/>
                <w:noProof/>
              </w:rPr>
              <w:t>Kapitola 5.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Čestné prohlášení účastníka k neuzavření zakázaných dohod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_Toc159941465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6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58511EDD" w14:textId="205A83DC" w:rsidR="00672D05" w:rsidRDefault="000E0D7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6" w:history="1">
            <w:r w:rsidR="00672D05" w:rsidRPr="008A7FAF">
              <w:rPr>
                <w:rStyle w:val="Hypertextovodkaz"/>
                <w:rFonts w:eastAsia="Times New Roman"/>
                <w:noProof/>
              </w:rPr>
              <w:t>Kapitola 6.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Čestné</w:t>
            </w:r>
            <w:r w:rsidR="00672D05" w:rsidRPr="008A7FA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_Toc159941466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7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3B19D8A8" w14:textId="2163E217" w:rsidR="00672D05" w:rsidRDefault="000E0D7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7" w:history="1">
            <w:r w:rsidR="00672D05" w:rsidRPr="008A7FAF">
              <w:rPr>
                <w:rStyle w:val="Hypertextovodkaz"/>
                <w:noProof/>
              </w:rPr>
              <w:t>Kapitola 7.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Čestné prohlášení o splnění technické kvalifikace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_Toc159941467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8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69996CBC" w14:textId="22AC289E" w:rsidR="00672D05" w:rsidRDefault="000E0D7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8" w:history="1">
            <w:r w:rsidR="00672D05" w:rsidRPr="008A7FAF">
              <w:rPr>
                <w:rStyle w:val="Hypertextovodkaz"/>
                <w:noProof/>
              </w:rPr>
              <w:t>Kapitola 8.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Seznam osob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_Toc159941468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9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3DED61FB" w14:textId="7406D633" w:rsidR="00672D05" w:rsidRDefault="000E0D7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41469" w:history="1">
            <w:r w:rsidR="00672D05" w:rsidRPr="008A7FAF">
              <w:rPr>
                <w:rStyle w:val="Hypertextovodkaz"/>
                <w:noProof/>
              </w:rPr>
              <w:t>Kapitola 9.</w:t>
            </w:r>
            <w:r w:rsidR="00672D0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2D05" w:rsidRPr="008A7FAF">
              <w:rPr>
                <w:rStyle w:val="Hypertextovodkaz"/>
                <w:noProof/>
              </w:rPr>
              <w:t>Čestné prohlášení o realizaci referenčních zakázek</w:t>
            </w:r>
            <w:r w:rsidR="00672D05">
              <w:rPr>
                <w:noProof/>
                <w:webHidden/>
              </w:rPr>
              <w:tab/>
            </w:r>
            <w:r w:rsidR="00672D05">
              <w:rPr>
                <w:noProof/>
                <w:webHidden/>
              </w:rPr>
              <w:fldChar w:fldCharType="begin"/>
            </w:r>
            <w:r w:rsidR="00672D05">
              <w:rPr>
                <w:noProof/>
                <w:webHidden/>
              </w:rPr>
              <w:instrText xml:space="preserve"> PAGEREF _Toc159941469 \h </w:instrText>
            </w:r>
            <w:r w:rsidR="00672D05">
              <w:rPr>
                <w:noProof/>
                <w:webHidden/>
              </w:rPr>
            </w:r>
            <w:r w:rsidR="00672D05">
              <w:rPr>
                <w:noProof/>
                <w:webHidden/>
              </w:rPr>
              <w:fldChar w:fldCharType="separate"/>
            </w:r>
            <w:r w:rsidR="00672D05">
              <w:rPr>
                <w:noProof/>
                <w:webHidden/>
              </w:rPr>
              <w:t>10</w:t>
            </w:r>
            <w:r w:rsidR="00672D05">
              <w:rPr>
                <w:noProof/>
                <w:webHidden/>
              </w:rPr>
              <w:fldChar w:fldCharType="end"/>
            </w:r>
          </w:hyperlink>
        </w:p>
        <w:p w14:paraId="218BAFDF" w14:textId="388E97D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9941461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905B4F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93D25">
        <w:rPr>
          <w:rFonts w:eastAsia="Times New Roman" w:cs="Times New Roman"/>
          <w:lang w:eastAsia="cs-CZ"/>
        </w:rPr>
        <w:t>podlimitní</w:t>
      </w:r>
      <w:r w:rsidR="000128D4" w:rsidRPr="00D16C34">
        <w:rPr>
          <w:rFonts w:eastAsia="Times New Roman" w:cs="Times New Roman"/>
          <w:lang w:eastAsia="cs-CZ"/>
        </w:rPr>
        <w:t xml:space="preserve"> </w:t>
      </w:r>
      <w:r w:rsidR="000128D4" w:rsidRPr="00293D25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E0D7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E0D7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59941462"/>
      <w:r>
        <w:lastRenderedPageBreak/>
        <w:t>Ceník</w:t>
      </w:r>
      <w:bookmarkEnd w:id="1"/>
    </w:p>
    <w:p w14:paraId="3E5E9B0F" w14:textId="3A02369B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293D25">
        <w:rPr>
          <w:rStyle w:val="Siln"/>
          <w:b w:val="0"/>
          <w:bCs w:val="0"/>
        </w:rPr>
        <w:t xml:space="preserve">. </w:t>
      </w:r>
      <w:r w:rsidR="001E0266" w:rsidRPr="00293D25">
        <w:rPr>
          <w:rStyle w:val="Siln"/>
          <w:b w:val="0"/>
          <w:bCs w:val="0"/>
        </w:rPr>
        <w:t>2</w:t>
      </w:r>
      <w:r w:rsidRPr="00293D25">
        <w:rPr>
          <w:rStyle w:val="Siln"/>
          <w:b w:val="0"/>
          <w:bCs w:val="0"/>
        </w:rPr>
        <w:t xml:space="preserve"> (</w:t>
      </w:r>
      <w:r w:rsidRPr="00293D25">
        <w:rPr>
          <w:rStyle w:val="Siln"/>
          <w:b w:val="0"/>
          <w:bCs w:val="0"/>
          <w:i/>
          <w:iCs/>
        </w:rPr>
        <w:t xml:space="preserve">budoucí příloha č. </w:t>
      </w:r>
      <w:r w:rsidR="00D16C34" w:rsidRPr="00293D25">
        <w:rPr>
          <w:rStyle w:val="Siln"/>
          <w:b w:val="0"/>
          <w:bCs w:val="0"/>
          <w:i/>
          <w:iCs/>
        </w:rPr>
        <w:t>3</w:t>
      </w:r>
      <w:r w:rsidRPr="00293D25">
        <w:rPr>
          <w:rStyle w:val="Siln"/>
          <w:b w:val="0"/>
          <w:bCs w:val="0"/>
          <w:i/>
          <w:iCs/>
        </w:rPr>
        <w:t xml:space="preserve"> Závazného vzoru smlouvy</w:t>
      </w:r>
      <w:r w:rsidRPr="00293D25">
        <w:rPr>
          <w:rStyle w:val="Siln"/>
          <w:b w:val="0"/>
          <w:bCs w:val="0"/>
        </w:rPr>
        <w:t>)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5994146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5994146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5994146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9941466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59941467"/>
      <w:r w:rsidRPr="00E85D44">
        <w:t>Čestné prohlášení o splnění technické kvalifikace</w:t>
      </w:r>
      <w:bookmarkEnd w:id="6"/>
    </w:p>
    <w:p w14:paraId="71002640" w14:textId="6AF4DD79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D16C34" w:rsidRPr="00293D25">
        <w:rPr>
          <w:lang w:eastAsia="cs-CZ"/>
        </w:rPr>
        <w:t>3</w:t>
      </w:r>
      <w:r w:rsidR="00E85D44" w:rsidRPr="00293D25">
        <w:rPr>
          <w:lang w:eastAsia="cs-CZ"/>
        </w:rPr>
        <w:t xml:space="preserve"> významn</w:t>
      </w:r>
      <w:r w:rsidR="00D16C34" w:rsidRPr="00293D25">
        <w:rPr>
          <w:lang w:eastAsia="cs-CZ"/>
        </w:rPr>
        <w:t>é</w:t>
      </w:r>
      <w:r w:rsidR="00E85D44" w:rsidRPr="00293D25">
        <w:rPr>
          <w:lang w:eastAsia="cs-CZ"/>
        </w:rPr>
        <w:t xml:space="preserve"> služ</w:t>
      </w:r>
      <w:r w:rsidR="00D16C34" w:rsidRPr="00293D25">
        <w:rPr>
          <w:lang w:eastAsia="cs-CZ"/>
        </w:rPr>
        <w:t>by</w:t>
      </w:r>
      <w:r w:rsidR="00E85D44" w:rsidRPr="00263F90">
        <w:rPr>
          <w:lang w:eastAsia="cs-CZ"/>
        </w:rPr>
        <w:t xml:space="preserve"> definovan</w:t>
      </w:r>
      <w:r w:rsidR="00D16C34" w:rsidRPr="00263F90">
        <w:rPr>
          <w:lang w:eastAsia="cs-CZ"/>
        </w:rPr>
        <w:t>é</w:t>
      </w:r>
      <w:r w:rsidR="00E85D44" w:rsidRPr="00263F90">
        <w:rPr>
          <w:lang w:eastAsia="cs-CZ"/>
        </w:rPr>
        <w:t xml:space="preserve"> v čl. </w:t>
      </w:r>
      <w:r w:rsidR="00D16C34" w:rsidRPr="00263F90">
        <w:rPr>
          <w:lang w:eastAsia="cs-CZ"/>
        </w:rPr>
        <w:t>9</w:t>
      </w:r>
      <w:r w:rsidR="00293D25">
        <w:rPr>
          <w:lang w:eastAsia="cs-CZ"/>
        </w:rPr>
        <w:t>.5.1</w:t>
      </w:r>
      <w:r w:rsidR="00E85D44" w:rsidRPr="00263F90">
        <w:rPr>
          <w:lang w:eastAsia="cs-CZ"/>
        </w:rPr>
        <w:t xml:space="preserve"> </w:t>
      </w:r>
      <w:r w:rsidR="00B87D91" w:rsidRPr="00263F90">
        <w:rPr>
          <w:lang w:eastAsia="cs-CZ"/>
        </w:rPr>
        <w:t>V</w:t>
      </w:r>
      <w:r w:rsidR="00E85D44" w:rsidRPr="00263F90">
        <w:rPr>
          <w:lang w:eastAsia="cs-CZ"/>
        </w:rPr>
        <w:t xml:space="preserve">ýzvy k podání nabídky </w:t>
      </w:r>
      <w:r w:rsidR="00D16C34" w:rsidRPr="00293D25">
        <w:rPr>
          <w:lang w:eastAsia="cs-CZ"/>
        </w:rPr>
        <w:t>v minimální hodnotě 800 000,- Kč bez DPH</w:t>
      </w:r>
      <w:r w:rsidR="004507EE">
        <w:rPr>
          <w:lang w:eastAsia="cs-CZ"/>
        </w:rPr>
        <w:t xml:space="preserve"> v součtu za všechny tyto služby.</w:t>
      </w:r>
      <w:r w:rsidR="00D16C34" w:rsidRPr="00293D25">
        <w:rPr>
          <w:lang w:eastAsia="cs-CZ"/>
        </w:rPr>
        <w:t xml:space="preserve"> 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0E0D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787C2C67" w14:textId="77777777" w:rsidR="00E85D44" w:rsidRDefault="00E85D44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  <w:vAlign w:val="center"/>
          </w:tcPr>
          <w:p w14:paraId="0B3E9702" w14:textId="7486957B" w:rsidR="00E85D44" w:rsidRDefault="00E85D44" w:rsidP="000E0D77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vAlign w:val="center"/>
            <w:hideMark/>
          </w:tcPr>
          <w:p w14:paraId="7B33DD72" w14:textId="79393ED4" w:rsidR="00E85D44" w:rsidRPr="00471B29" w:rsidRDefault="00E85D44" w:rsidP="000E0D77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C367B0" w14:textId="77777777" w:rsidR="00E85D44" w:rsidRPr="00672D05" w:rsidRDefault="00E85D44" w:rsidP="000E0D77">
            <w:pPr>
              <w:suppressAutoHyphens/>
              <w:spacing w:line="216" w:lineRule="auto"/>
              <w:jc w:val="left"/>
              <w:rPr>
                <w:rStyle w:val="Siln"/>
                <w:b/>
                <w:bCs w:val="0"/>
              </w:rPr>
            </w:pPr>
            <w:r w:rsidRPr="00672D05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00FAEAB8" w:rsidR="00E85D44" w:rsidRPr="00672D05" w:rsidRDefault="00E85D44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72D05">
              <w:rPr>
                <w:rStyle w:val="Siln"/>
              </w:rPr>
              <w:t>(datum od-do, v</w:t>
            </w:r>
            <w:r w:rsidR="00672D05" w:rsidRPr="00672D05">
              <w:rPr>
                <w:rStyle w:val="Siln"/>
              </w:rPr>
              <w:t> </w:t>
            </w:r>
            <w:r w:rsidRPr="00672D05">
              <w:rPr>
                <w:rStyle w:val="Siln"/>
              </w:rPr>
              <w:t>rámci</w:t>
            </w:r>
            <w:r w:rsidR="00672D05" w:rsidRPr="00672D05">
              <w:rPr>
                <w:rStyle w:val="Siln"/>
              </w:rPr>
              <w:t xml:space="preserve"> </w:t>
            </w:r>
            <w:r w:rsidRPr="00672D05">
              <w:rPr>
                <w:rStyle w:val="Siln"/>
              </w:rPr>
              <w:t>3 kalendářních let nazpět</w:t>
            </w:r>
            <w:r w:rsidR="00672D05" w:rsidRPr="00672D05">
              <w:rPr>
                <w:rStyle w:val="Siln"/>
              </w:rPr>
              <w:t xml:space="preserve"> </w:t>
            </w:r>
            <w:r w:rsidRPr="00672D05">
              <w:rPr>
                <w:rStyle w:val="Siln"/>
              </w:rPr>
              <w:t xml:space="preserve">před zahájením </w:t>
            </w:r>
            <w:r w:rsidR="00A63D48" w:rsidRPr="00672D05">
              <w:rPr>
                <w:rStyle w:val="Siln"/>
              </w:rPr>
              <w:t xml:space="preserve">výběrového </w:t>
            </w:r>
            <w:r w:rsidRPr="00672D05">
              <w:rPr>
                <w:rStyle w:val="Siln"/>
              </w:rPr>
              <w:t>řízení)</w:t>
            </w:r>
          </w:p>
        </w:tc>
      </w:tr>
      <w:tr w:rsidR="00E85D44" w14:paraId="06926E11" w14:textId="77777777" w:rsidTr="000E0D7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356D39" w14:textId="77777777" w:rsidR="00E85D44" w:rsidRDefault="00E85D44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BEB57" w14:textId="77777777" w:rsidR="00E85D44" w:rsidRDefault="00E85D44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7034F6" w14:textId="77777777" w:rsidR="00E85D44" w:rsidRDefault="00E85D44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AC785E" w14:textId="77777777" w:rsidR="00E85D44" w:rsidRDefault="00E85D44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63F90" w14:paraId="2362CBB7" w14:textId="77777777" w:rsidTr="000E0D7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D5B0A" w14:textId="77777777" w:rsidR="00263F90" w:rsidRDefault="00263F90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EA4A20" w14:textId="77777777" w:rsidR="00263F90" w:rsidRDefault="00263F90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2A9002" w14:textId="77777777" w:rsidR="00263F90" w:rsidRDefault="00263F90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E3633B" w14:textId="77777777" w:rsidR="00263F90" w:rsidRDefault="00263F90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0E0D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A953354" w14:textId="77777777" w:rsidR="00E85D44" w:rsidRDefault="00E85D44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8DEFD5A" w14:textId="77777777" w:rsidR="00E85D44" w:rsidRDefault="00E85D44" w:rsidP="000E0D77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DAA2562" w14:textId="77777777" w:rsidR="00E85D44" w:rsidRDefault="00E85D44" w:rsidP="000E0D77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690994" w14:textId="77777777" w:rsidR="00E85D44" w:rsidRDefault="00E85D44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59941468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29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4507EE" w:rsidRDefault="00F44645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4507EE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4507EE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cs-CZ"/>
              </w:rPr>
            </w:pPr>
            <w:r w:rsidRPr="004507EE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F44645" w14:paraId="5D07A0DB" w14:textId="77777777" w:rsidTr="00293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7F267DBE" w:rsidR="00F44645" w:rsidRPr="00293D25" w:rsidRDefault="00553606" w:rsidP="00A327CB">
            <w:pPr>
              <w:rPr>
                <w:rFonts w:eastAsia="Times New Roman" w:cs="Times New Roman"/>
                <w:lang w:eastAsia="cs-CZ"/>
              </w:rPr>
            </w:pPr>
            <w:r w:rsidRPr="00293D25">
              <w:rPr>
                <w:rFonts w:eastAsia="Times New Roman" w:cs="Times New Roman"/>
                <w:lang w:eastAsia="cs-CZ"/>
              </w:rPr>
              <w:t>Lektor</w:t>
            </w:r>
            <w:r w:rsidR="00293D25">
              <w:rPr>
                <w:rFonts w:eastAsia="Times New Roman" w:cs="Times New Roman"/>
                <w:lang w:eastAsia="cs-CZ"/>
              </w:rPr>
              <w:t xml:space="preserve"> – hodnocený </w:t>
            </w:r>
          </w:p>
        </w:tc>
        <w:tc>
          <w:tcPr>
            <w:tcW w:w="4352" w:type="dxa"/>
            <w:shd w:val="clear" w:color="auto" w:fill="auto"/>
          </w:tcPr>
          <w:p w14:paraId="1B4FBCB8" w14:textId="7BEFBEE4" w:rsidR="00F44645" w:rsidRPr="00293D25" w:rsidRDefault="00553606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293D25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F44645" w14:paraId="030DEE8B" w14:textId="77777777" w:rsidTr="00293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4D77772A" w:rsidR="00F44645" w:rsidRPr="00293D25" w:rsidRDefault="00553606" w:rsidP="00A327CB">
            <w:pPr>
              <w:rPr>
                <w:rFonts w:eastAsia="Times New Roman" w:cs="Times New Roman"/>
                <w:lang w:eastAsia="cs-CZ"/>
              </w:rPr>
            </w:pPr>
            <w:r w:rsidRPr="00293D25">
              <w:rPr>
                <w:rFonts w:eastAsia="Times New Roman" w:cs="Times New Roman"/>
                <w:lang w:eastAsia="cs-CZ"/>
              </w:rPr>
              <w:t>Lektor</w:t>
            </w:r>
            <w:r w:rsidR="00293D25">
              <w:rPr>
                <w:rFonts w:eastAsia="Times New Roman" w:cs="Times New Roman"/>
                <w:lang w:eastAsia="cs-CZ"/>
              </w:rPr>
              <w:t xml:space="preserve"> – hodnocený</w:t>
            </w:r>
          </w:p>
        </w:tc>
        <w:tc>
          <w:tcPr>
            <w:tcW w:w="4352" w:type="dxa"/>
          </w:tcPr>
          <w:p w14:paraId="4E57380B" w14:textId="297FAE97" w:rsidR="00F44645" w:rsidRPr="00293D25" w:rsidRDefault="00553606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293D25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F44645" w14:paraId="0AC6A739" w14:textId="77777777" w:rsidTr="00293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4884F73A" w14:textId="42117757" w:rsidR="00F44645" w:rsidRPr="00293D25" w:rsidRDefault="00553606" w:rsidP="00A327CB">
            <w:pPr>
              <w:rPr>
                <w:rFonts w:eastAsia="Times New Roman" w:cs="Times New Roman"/>
                <w:lang w:eastAsia="cs-CZ"/>
              </w:rPr>
            </w:pPr>
            <w:r w:rsidRPr="00293D25">
              <w:rPr>
                <w:rFonts w:eastAsia="Times New Roman" w:cs="Times New Roman"/>
                <w:lang w:eastAsia="cs-CZ"/>
              </w:rPr>
              <w:t>Lektor</w:t>
            </w:r>
            <w:r w:rsidR="00293D25">
              <w:rPr>
                <w:rFonts w:eastAsia="Times New Roman" w:cs="Times New Roman"/>
                <w:lang w:eastAsia="cs-CZ"/>
              </w:rPr>
              <w:t xml:space="preserve"> – hodnocený</w:t>
            </w:r>
          </w:p>
        </w:tc>
        <w:tc>
          <w:tcPr>
            <w:tcW w:w="4352" w:type="dxa"/>
          </w:tcPr>
          <w:p w14:paraId="300D56C6" w14:textId="17DB68F7" w:rsidR="00F44645" w:rsidRPr="00293D25" w:rsidRDefault="00553606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293D25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F44645" w14:paraId="274AC354" w14:textId="77777777" w:rsidTr="00293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293D2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293D25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293D25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293D25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293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672D05" w:rsidRDefault="00F44645" w:rsidP="00471B29">
      <w:pPr>
        <w:rPr>
          <w:b/>
          <w:bCs/>
          <w:lang w:eastAsia="cs-CZ"/>
        </w:rPr>
      </w:pPr>
      <w:r w:rsidRPr="00672D05">
        <w:rPr>
          <w:b/>
          <w:bCs/>
          <w:lang w:eastAsia="cs-CZ"/>
        </w:rPr>
        <w:t>Přílohy:</w:t>
      </w:r>
    </w:p>
    <w:p w14:paraId="23E77F5D" w14:textId="18E90D1E" w:rsidR="00F44645" w:rsidRDefault="00F44645" w:rsidP="00471B29">
      <w:pPr>
        <w:rPr>
          <w:highlight w:val="yellow"/>
          <w:lang w:eastAsia="cs-CZ"/>
        </w:rPr>
      </w:pPr>
      <w:r w:rsidRPr="00672D05">
        <w:rPr>
          <w:lang w:eastAsia="cs-CZ"/>
        </w:rPr>
        <w:t xml:space="preserve">Životopis </w:t>
      </w:r>
      <w:r w:rsidR="00553606" w:rsidRPr="00672D05">
        <w:rPr>
          <w:lang w:eastAsia="cs-CZ"/>
        </w:rPr>
        <w:t xml:space="preserve">lektora </w:t>
      </w:r>
      <w:r w:rsidR="00553606" w:rsidRPr="00293D25">
        <w:rPr>
          <w:highlight w:val="green"/>
          <w:lang w:eastAsia="cs-CZ"/>
        </w:rPr>
        <w:t>(doplní dodavatel)</w:t>
      </w:r>
    </w:p>
    <w:p w14:paraId="781FAA88" w14:textId="2CC9DDB4" w:rsidR="00553606" w:rsidRDefault="00553606" w:rsidP="00471B29">
      <w:pPr>
        <w:rPr>
          <w:highlight w:val="yellow"/>
          <w:lang w:eastAsia="cs-CZ"/>
        </w:rPr>
      </w:pPr>
      <w:r w:rsidRPr="00672D05">
        <w:rPr>
          <w:lang w:eastAsia="cs-CZ"/>
        </w:rPr>
        <w:t xml:space="preserve">Životopis lektora </w:t>
      </w:r>
      <w:r w:rsidRPr="00293D25">
        <w:rPr>
          <w:highlight w:val="green"/>
          <w:lang w:eastAsia="cs-CZ"/>
        </w:rPr>
        <w:t>(doplní dodavatel)</w:t>
      </w:r>
    </w:p>
    <w:p w14:paraId="62EAAEEE" w14:textId="3ECD45C4" w:rsidR="00553606" w:rsidRPr="00F44645" w:rsidRDefault="00553606" w:rsidP="00471B29">
      <w:pPr>
        <w:rPr>
          <w:highlight w:val="yellow"/>
          <w:lang w:eastAsia="cs-CZ"/>
        </w:rPr>
      </w:pPr>
      <w:r w:rsidRPr="00672D05">
        <w:rPr>
          <w:lang w:eastAsia="cs-CZ"/>
        </w:rPr>
        <w:t xml:space="preserve">Životopis lektora </w:t>
      </w:r>
      <w:r w:rsidRPr="00293D25">
        <w:rPr>
          <w:highlight w:val="green"/>
          <w:lang w:eastAsia="cs-CZ"/>
        </w:rPr>
        <w:t>(doplní dodavatel)</w:t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78F5156" w14:textId="23FC1481" w:rsidR="00293D25" w:rsidRDefault="00293D25" w:rsidP="00293D25">
      <w:pPr>
        <w:pStyle w:val="Nadpis2"/>
      </w:pPr>
      <w:bookmarkStart w:id="9" w:name="_Toc159941469"/>
      <w:r>
        <w:lastRenderedPageBreak/>
        <w:t>Čestné prohlášení o realizaci referenčních zakázek</w:t>
      </w:r>
      <w:bookmarkEnd w:id="9"/>
    </w:p>
    <w:p w14:paraId="43AE2484" w14:textId="2F2478A9" w:rsidR="00293D25" w:rsidRDefault="00293D25" w:rsidP="00293D25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nad rámec služeb dle Kapitoly 7 tohoto krycího listu</w:t>
      </w:r>
      <w:r w:rsidRPr="00293D25">
        <w:rPr>
          <w:lang w:eastAsia="cs-CZ"/>
        </w:rPr>
        <w:t xml:space="preserve"> </w:t>
      </w:r>
      <w:r>
        <w:rPr>
          <w:lang w:eastAsia="cs-CZ"/>
        </w:rPr>
        <w:t xml:space="preserve">následující </w:t>
      </w:r>
      <w:r w:rsidRPr="00293D25">
        <w:rPr>
          <w:lang w:eastAsia="cs-CZ"/>
        </w:rPr>
        <w:t>významné služby</w:t>
      </w:r>
      <w:r w:rsidRPr="00263F90">
        <w:rPr>
          <w:lang w:eastAsia="cs-CZ"/>
        </w:rPr>
        <w:t xml:space="preserve"> definované v čl. </w:t>
      </w:r>
      <w:r w:rsidR="00672D05">
        <w:rPr>
          <w:lang w:eastAsia="cs-CZ"/>
        </w:rPr>
        <w:t>17.2.2</w:t>
      </w:r>
      <w:r w:rsidRPr="00263F90">
        <w:rPr>
          <w:lang w:eastAsia="cs-CZ"/>
        </w:rPr>
        <w:t xml:space="preserve"> Výzvy k podání nabídky </w:t>
      </w:r>
      <w:r w:rsidRPr="00293D25">
        <w:rPr>
          <w:lang w:eastAsia="cs-CZ"/>
        </w:rPr>
        <w:t xml:space="preserve">v minimální hodnotě </w:t>
      </w:r>
      <w:r w:rsidR="00672D05">
        <w:rPr>
          <w:lang w:eastAsia="cs-CZ"/>
        </w:rPr>
        <w:t>1</w:t>
      </w:r>
      <w:r w:rsidRPr="00293D25">
        <w:rPr>
          <w:lang w:eastAsia="cs-CZ"/>
        </w:rPr>
        <w:t>00 000,- Kč bez DPH za každou takovou službu.</w:t>
      </w:r>
    </w:p>
    <w:p w14:paraId="7672C9E4" w14:textId="77777777" w:rsidR="00672D05" w:rsidRDefault="00672D05" w:rsidP="00293D25">
      <w:pPr>
        <w:rPr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72D05" w14:paraId="4616C97E" w14:textId="77777777" w:rsidTr="000E0D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0F03D456" w14:textId="77777777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20F58DC2" w14:textId="77777777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  <w:vAlign w:val="center"/>
          </w:tcPr>
          <w:p w14:paraId="0B975043" w14:textId="6A217E80" w:rsidR="00672D05" w:rsidRDefault="00672D05" w:rsidP="000E0D77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vAlign w:val="center"/>
            <w:hideMark/>
          </w:tcPr>
          <w:p w14:paraId="46EECE1D" w14:textId="77777777" w:rsidR="00672D05" w:rsidRPr="00471B29" w:rsidRDefault="00672D05" w:rsidP="000E0D77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661C14" w14:textId="77777777" w:rsidR="00672D05" w:rsidRPr="00672D05" w:rsidRDefault="00672D05" w:rsidP="000E0D77">
            <w:pPr>
              <w:suppressAutoHyphens/>
              <w:spacing w:line="216" w:lineRule="auto"/>
              <w:jc w:val="left"/>
              <w:rPr>
                <w:rStyle w:val="Siln"/>
                <w:b/>
                <w:bCs w:val="0"/>
              </w:rPr>
            </w:pPr>
            <w:r w:rsidRPr="00672D05">
              <w:rPr>
                <w:rStyle w:val="Siln"/>
                <w:b/>
                <w:bCs w:val="0"/>
              </w:rPr>
              <w:t xml:space="preserve">Doba realizace </w:t>
            </w:r>
          </w:p>
          <w:p w14:paraId="32501A89" w14:textId="77777777" w:rsidR="00672D05" w:rsidRP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72D05">
              <w:rPr>
                <w:rStyle w:val="Siln"/>
              </w:rPr>
              <w:t>(datum od-do, v rámci 3 kalendářních let nazpět před zahájením výběrového řízení)</w:t>
            </w:r>
          </w:p>
        </w:tc>
      </w:tr>
      <w:tr w:rsidR="00672D05" w14:paraId="228ED7B6" w14:textId="77777777" w:rsidTr="000E0D7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3CCACD" w14:textId="77777777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3D071D" w14:textId="77777777" w:rsidR="00672D05" w:rsidRDefault="00672D05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46F26D" w14:textId="77777777" w:rsidR="00672D05" w:rsidRDefault="00672D05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CF020F" w14:textId="77777777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72D05" w14:paraId="61DF02BB" w14:textId="77777777" w:rsidTr="000E0D7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62813" w14:textId="77777777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C3B43" w14:textId="77777777" w:rsidR="00672D05" w:rsidRDefault="00672D05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2A7BCA" w14:textId="77777777" w:rsidR="00672D05" w:rsidRDefault="00672D05" w:rsidP="000E0D77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DBD749" w14:textId="77777777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72D05" w14:paraId="46444E80" w14:textId="77777777" w:rsidTr="000E0D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789966" w14:textId="77777777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4A1B341" w14:textId="77777777" w:rsidR="00672D05" w:rsidRDefault="00672D05" w:rsidP="000E0D77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A6665E2" w14:textId="77777777" w:rsidR="00672D05" w:rsidRDefault="00672D05" w:rsidP="000E0D77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5F5B74" w14:textId="77777777" w:rsidR="00672D05" w:rsidRDefault="00672D05" w:rsidP="000E0D77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020255E" w14:textId="0C6A07A6" w:rsidR="00293D25" w:rsidRDefault="00293D25">
      <w:pPr>
        <w:spacing w:before="0" w:after="240"/>
        <w:jc w:val="left"/>
        <w:rPr>
          <w:lang w:eastAsia="cs-CZ"/>
        </w:rPr>
      </w:pPr>
    </w:p>
    <w:p w14:paraId="067615CA" w14:textId="77777777" w:rsidR="00672D05" w:rsidRDefault="00672D05">
      <w:pPr>
        <w:spacing w:before="0" w:after="240"/>
        <w:jc w:val="left"/>
        <w:rPr>
          <w:lang w:eastAsia="cs-CZ"/>
        </w:rPr>
      </w:pPr>
      <w:r>
        <w:rPr>
          <w:lang w:eastAsia="cs-CZ"/>
        </w:rPr>
        <w:br w:type="page"/>
      </w:r>
    </w:p>
    <w:p w14:paraId="0B34B067" w14:textId="0D97752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296575205" name="Obrázek 1296575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0D77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63F90"/>
    <w:rsid w:val="0027438E"/>
    <w:rsid w:val="00280E07"/>
    <w:rsid w:val="00293D25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7EE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5EC5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3606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2D05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16C34"/>
    <w:rsid w:val="00D21061"/>
    <w:rsid w:val="00D247B3"/>
    <w:rsid w:val="00D4108E"/>
    <w:rsid w:val="00D6163D"/>
    <w:rsid w:val="00D73D46"/>
    <w:rsid w:val="00D831A3"/>
    <w:rsid w:val="00D86508"/>
    <w:rsid w:val="00DC75F3"/>
    <w:rsid w:val="00DD46F3"/>
    <w:rsid w:val="00DE1BFA"/>
    <w:rsid w:val="00DE56F2"/>
    <w:rsid w:val="00DE7005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F1F76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2D0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86508"/>
    <w:pPr>
      <w:tabs>
        <w:tab w:val="left" w:pos="1320"/>
        <w:tab w:val="right" w:leader="dot" w:pos="8692"/>
      </w:tabs>
      <w:spacing w:after="100"/>
      <w:ind w:left="1320" w:hanging="114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279</TotalTime>
  <Pages>11</Pages>
  <Words>1472</Words>
  <Characters>8686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Bachorková Ivana, Mgr.</cp:lastModifiedBy>
  <cp:revision>41</cp:revision>
  <cp:lastPrinted>2023-10-05T09:40:00Z</cp:lastPrinted>
  <dcterms:created xsi:type="dcterms:W3CDTF">2023-08-21T11:49:00Z</dcterms:created>
  <dcterms:modified xsi:type="dcterms:W3CDTF">2024-02-27T16:45:00Z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